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4D3E70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Wahama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049503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4D3E70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4D3E70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31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4D3E70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68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4D3E70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31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4D3E70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45.6%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80.6%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4D3E7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100.0%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4D3E70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4D3E7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4D3E70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4D3E70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4D3E7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4D3E7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4D3E7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4D3E7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4D3E7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4D3E70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4D3E70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9.7%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4D3E70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29.0%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38.7%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4D3E70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22.6%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29.0%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35.5%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35.5%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22.6%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25.8%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4D3E70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90.3%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4D3E70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4D3E7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80.6%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4D3E7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19.4%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4D3E7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45.2%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51.6%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58.1%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38.7%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4D3E7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3.2%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4D3E70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440" w:type="dxa"/>
          </w:tcPr>
          <w:p w:rsidR="009B797D" w:rsidRPr="00797E2A" w:rsidRDefault="004D3E70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19.4%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4D3E7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1440" w:type="dxa"/>
          </w:tcPr>
          <w:p w:rsidR="008B42CE" w:rsidRPr="00797E2A" w:rsidRDefault="004D3E70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16.1%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4D3E7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54.8%</w:t>
            </w:r>
          </w:p>
        </w:tc>
        <w:tc>
          <w:tcPr>
            <w:tcW w:w="1440" w:type="dxa"/>
          </w:tcPr>
          <w:p w:rsidR="008B42CE" w:rsidRPr="00797E2A" w:rsidRDefault="004D3E7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61.3%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440" w:type="dxa"/>
          </w:tcPr>
          <w:p w:rsidR="00ED0933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3.2%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6.5%</w:t>
            </w:r>
          </w:p>
        </w:tc>
        <w:tc>
          <w:tcPr>
            <w:tcW w:w="889" w:type="pct"/>
          </w:tcPr>
          <w:p w:rsidR="004206F3" w:rsidRPr="000B28B6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93.5%</w:t>
            </w:r>
          </w:p>
        </w:tc>
        <w:tc>
          <w:tcPr>
            <w:tcW w:w="1011" w:type="pct"/>
          </w:tcPr>
          <w:p w:rsidR="004206F3" w:rsidRPr="000B28B6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3.2%</w:t>
            </w:r>
          </w:p>
        </w:tc>
        <w:tc>
          <w:tcPr>
            <w:tcW w:w="889" w:type="pct"/>
          </w:tcPr>
          <w:p w:rsidR="004206F3" w:rsidRPr="000B28B6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96.8%</w:t>
            </w:r>
          </w:p>
        </w:tc>
        <w:tc>
          <w:tcPr>
            <w:tcW w:w="1011" w:type="pct"/>
          </w:tcPr>
          <w:p w:rsidR="004206F3" w:rsidRPr="000B28B6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58.1%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41.9%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16.1%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48.4%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61.3%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54.8%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38.7%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25.8%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3.2%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4D3E70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6.5%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1370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51.6%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29.0%</w:t>
            </w:r>
          </w:p>
        </w:tc>
        <w:tc>
          <w:tcPr>
            <w:tcW w:w="1370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22.6%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370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12.9%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370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3.2%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370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3.2%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1370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35.5%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22.6%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32.3%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74.2%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51.6%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19.4%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29.0%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67.7%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35.5%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48.4%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29.0%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32.3%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29.0%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29.0%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58.1%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32.3%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48.4%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35.5%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38.7%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61.3%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29.0%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38.7%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4D3E70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6.5%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9.7%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6.5%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12.9%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12.9%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9.7%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3.2%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6.5%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9.7%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9.7%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6.5%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19.4%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29.0%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32.3%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29.0%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25.8%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22.6%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12.9%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6.5%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3.2%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3.2%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6.5%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6.5%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9.7%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4D3E70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58.1%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67.7%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71.0%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74.2%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48.4%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38.7%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64.5%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64.5%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74.2%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45.2%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32.3%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35.5%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51.6%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6.5%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54.8%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38.7%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93.5%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45.2%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22.6%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9.7%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16.1%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45.2%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25.8%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3.2%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3.2%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71.0%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6.5%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12.9%</w:t>
            </w:r>
          </w:p>
        </w:tc>
        <w:tc>
          <w:tcPr>
            <w:tcW w:w="1170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83.9%</w:t>
            </w:r>
          </w:p>
        </w:tc>
        <w:tc>
          <w:tcPr>
            <w:tcW w:w="1435" w:type="dxa"/>
            <w:noWrap/>
          </w:tcPr>
          <w:p w:rsidR="00364F87" w:rsidRPr="00797E2A" w:rsidRDefault="004D3E70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3.2%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22.6%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93.5%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41.9%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90.3%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87.1%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93.5%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29.0%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35.5%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77.4%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67.7%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87.1%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80.6%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3.2%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4D3E70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70" w:rsidRDefault="004D3E70" w:rsidP="0035328A">
      <w:pPr>
        <w:spacing w:after="0" w:line="240" w:lineRule="auto"/>
      </w:pPr>
      <w:r>
        <w:separator/>
      </w:r>
    </w:p>
  </w:endnote>
  <w:endnote w:type="continuationSeparator" w:id="0">
    <w:p w:rsidR="004D3E70" w:rsidRDefault="004D3E7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4D3E70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70" w:rsidRDefault="004D3E70" w:rsidP="0035328A">
      <w:pPr>
        <w:spacing w:after="0" w:line="240" w:lineRule="auto"/>
      </w:pPr>
      <w:r>
        <w:separator/>
      </w:r>
    </w:p>
  </w:footnote>
  <w:footnote w:type="continuationSeparator" w:id="0">
    <w:p w:rsidR="004D3E70" w:rsidRDefault="004D3E7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E70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3E70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428CDB32-C1EF-4972-A878-7BD72684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5B60E-1940-4616-9125-3E4F662C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2016-04-26T20:04:00Z</dcterms:created>
  <dcterms:modified xsi:type="dcterms:W3CDTF">2016-04-26T20:04:00Z</dcterms:modified>
</cp:coreProperties>
</file>